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620E4" w:rsidRPr="00001D40" w14:paraId="762AD218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3AB7052E" w:rsidR="007620E4" w:rsidRPr="00397BF2" w:rsidRDefault="007620E4" w:rsidP="007620E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97BF2">
              <w:rPr>
                <w:rFonts w:ascii="Aptos" w:hAnsi="Aptos" w:cs="Arial"/>
                <w:sz w:val="20"/>
                <w:szCs w:val="20"/>
              </w:rPr>
              <w:t>Occupational Certificate: Real Estate Agent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7620E4" w:rsidRPr="00DD6F3D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20E4" w:rsidRPr="00001D40" w14:paraId="29E0FD86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4FB2AAC0" w:rsidR="007620E4" w:rsidRPr="00397BF2" w:rsidRDefault="007620E4" w:rsidP="007620E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97BF2">
              <w:rPr>
                <w:rFonts w:ascii="Aptos" w:hAnsi="Aptos" w:cs="Arial"/>
                <w:sz w:val="20"/>
                <w:szCs w:val="20"/>
              </w:rPr>
              <w:t>118714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7620E4" w:rsidRPr="00DD6F3D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20E4" w:rsidRPr="00001D40" w14:paraId="5E9FB910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7B1DE790" w:rsidR="007620E4" w:rsidRPr="00397BF2" w:rsidRDefault="007620E4" w:rsidP="007620E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97BF2">
              <w:rPr>
                <w:rFonts w:ascii="Aptos" w:hAnsi="Aptos" w:cs="Arial"/>
                <w:sz w:val="20"/>
                <w:szCs w:val="20"/>
              </w:rPr>
              <w:t>150,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7620E4" w:rsidRPr="00DD6F3D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7620E4" w:rsidRPr="00001D40" w:rsidRDefault="007620E4" w:rsidP="007620E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72499" w14:textId="77777777" w:rsidR="001A2EEF" w:rsidRDefault="001A2EEF" w:rsidP="00213C69">
      <w:pPr>
        <w:spacing w:after="0" w:line="240" w:lineRule="auto"/>
      </w:pPr>
      <w:r>
        <w:separator/>
      </w:r>
    </w:p>
  </w:endnote>
  <w:endnote w:type="continuationSeparator" w:id="0">
    <w:p w14:paraId="4485D039" w14:textId="77777777" w:rsidR="001A2EEF" w:rsidRDefault="001A2EEF" w:rsidP="00213C69">
      <w:pPr>
        <w:spacing w:after="0" w:line="240" w:lineRule="auto"/>
      </w:pPr>
      <w:r>
        <w:continuationSeparator/>
      </w:r>
    </w:p>
  </w:endnote>
  <w:endnote w:type="continuationNotice" w:id="1">
    <w:p w14:paraId="6479A663" w14:textId="77777777" w:rsidR="001A2EEF" w:rsidRDefault="001A2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C1A908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5F24B8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1D0EB" w14:textId="77777777" w:rsidR="001A2EEF" w:rsidRDefault="001A2EEF" w:rsidP="00213C69">
      <w:pPr>
        <w:spacing w:after="0" w:line="240" w:lineRule="auto"/>
      </w:pPr>
      <w:r>
        <w:separator/>
      </w:r>
    </w:p>
  </w:footnote>
  <w:footnote w:type="continuationSeparator" w:id="0">
    <w:p w14:paraId="3FE48036" w14:textId="77777777" w:rsidR="001A2EEF" w:rsidRDefault="001A2EEF" w:rsidP="00213C69">
      <w:pPr>
        <w:spacing w:after="0" w:line="240" w:lineRule="auto"/>
      </w:pPr>
      <w:r>
        <w:continuationSeparator/>
      </w:r>
    </w:p>
  </w:footnote>
  <w:footnote w:type="continuationNotice" w:id="1">
    <w:p w14:paraId="6A0F4B2F" w14:textId="77777777" w:rsidR="001A2EEF" w:rsidRDefault="001A2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926E141" w:rsidR="00F17F63" w:rsidRDefault="00AD7D5A" w:rsidP="00AD7D5A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8A6C06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CF8DA7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2EEF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7F3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BF2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46A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0E4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05B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D7D5A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5E7D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0E3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91</Words>
  <Characters>502</Characters>
  <Application>Microsoft Office Word</Application>
  <DocSecurity>0</DocSecurity>
  <Lines>136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7</cp:revision>
  <cp:lastPrinted>2026-01-30T06:28:00Z</cp:lastPrinted>
  <dcterms:created xsi:type="dcterms:W3CDTF">2026-01-13T11:39:00Z</dcterms:created>
  <dcterms:modified xsi:type="dcterms:W3CDTF">2026-01-30T06:29:00Z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